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CBF" w:rsidRDefault="009B1CBF" w:rsidP="00E36FDD">
      <w:pPr>
        <w:spacing w:line="480" w:lineRule="auto"/>
        <w:rPr>
          <w:rFonts w:ascii="Comic Sans MS" w:hAnsi="Comic Sans MS"/>
          <w:sz w:val="44"/>
          <w:szCs w:val="44"/>
        </w:rPr>
      </w:pPr>
      <w:r w:rsidRPr="00E36FDD">
        <w:rPr>
          <w:rFonts w:ascii="Comic Sans MS" w:hAnsi="Comic Sans MS"/>
          <w:sz w:val="44"/>
          <w:szCs w:val="44"/>
        </w:rPr>
        <w:t xml:space="preserve">              </w:t>
      </w:r>
      <w:r w:rsidRPr="00E36FDD">
        <w:rPr>
          <w:rFonts w:ascii="Comic Sans MS" w:hAnsi="Comic Sans MS"/>
          <w:sz w:val="52"/>
          <w:szCs w:val="52"/>
        </w:rPr>
        <w:t xml:space="preserve">The Important Thing                                                                                                                                                                                 </w:t>
      </w:r>
      <w:r w:rsidRPr="00E36FDD">
        <w:rPr>
          <w:rFonts w:ascii="Comic Sans MS" w:hAnsi="Comic Sans MS"/>
          <w:sz w:val="44"/>
          <w:szCs w:val="44"/>
        </w:rPr>
        <w:t>The important thing about Kameron is that she helps others and she respects others. It</w:t>
      </w:r>
      <w:r>
        <w:rPr>
          <w:rFonts w:ascii="Comic Sans MS" w:hAnsi="Comic Sans MS"/>
          <w:sz w:val="44"/>
          <w:szCs w:val="44"/>
        </w:rPr>
        <w:t xml:space="preserve"> is</w:t>
      </w:r>
      <w:r w:rsidRPr="00E36FDD">
        <w:rPr>
          <w:rFonts w:ascii="Comic Sans MS" w:hAnsi="Comic Sans MS"/>
          <w:sz w:val="44"/>
          <w:szCs w:val="44"/>
        </w:rPr>
        <w:t xml:space="preserve"> true Kameron has a baby sister that loves her, she likes to ride her bike, and</w:t>
      </w:r>
      <w:r>
        <w:rPr>
          <w:rFonts w:ascii="Comic Sans MS" w:hAnsi="Comic Sans MS"/>
          <w:sz w:val="44"/>
          <w:szCs w:val="44"/>
        </w:rPr>
        <w:t xml:space="preserve"> play outside,</w:t>
      </w:r>
      <w:r w:rsidRPr="00E36FDD">
        <w:rPr>
          <w:rFonts w:ascii="Comic Sans MS" w:hAnsi="Comic Sans MS"/>
          <w:sz w:val="44"/>
          <w:szCs w:val="44"/>
        </w:rPr>
        <w:t xml:space="preserve"> but the important thing about Kameron is that she helps others and she respects others.    </w:t>
      </w:r>
    </w:p>
    <w:p w:rsidR="009B1CBF" w:rsidRPr="00E36FDD" w:rsidRDefault="009B1CBF" w:rsidP="00E36FDD">
      <w:pPr>
        <w:spacing w:line="480" w:lineRule="auto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By: Kameron</w:t>
      </w:r>
      <w:r w:rsidRPr="00E36FDD">
        <w:rPr>
          <w:rFonts w:ascii="Comic Sans MS" w:hAnsi="Comic Sans MS"/>
          <w:sz w:val="44"/>
          <w:szCs w:val="44"/>
        </w:rPr>
        <w:t xml:space="preserve">         </w:t>
      </w:r>
    </w:p>
    <w:p w:rsidR="009B1CBF" w:rsidRPr="00E36FDD" w:rsidRDefault="009B1CBF" w:rsidP="00E36FDD">
      <w:pPr>
        <w:spacing w:line="480" w:lineRule="auto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 </w:t>
      </w:r>
      <w:r w:rsidRPr="00E36FDD">
        <w:rPr>
          <w:rFonts w:ascii="Comic Sans MS" w:hAnsi="Comic Sans MS"/>
          <w:sz w:val="44"/>
          <w:szCs w:val="44"/>
        </w:rPr>
        <w:t xml:space="preserve">                            </w:t>
      </w:r>
    </w:p>
    <w:sectPr w:rsidR="009B1CBF" w:rsidRPr="00E36FDD" w:rsidSect="00E36FDD">
      <w:pgSz w:w="12240" w:h="15840"/>
      <w:pgMar w:top="1440" w:right="1872" w:bottom="1440" w:left="187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3F73"/>
    <w:rsid w:val="00344D33"/>
    <w:rsid w:val="00354227"/>
    <w:rsid w:val="003B57BE"/>
    <w:rsid w:val="005B1AFF"/>
    <w:rsid w:val="00662972"/>
    <w:rsid w:val="009B1CBF"/>
    <w:rsid w:val="00C654FF"/>
    <w:rsid w:val="00D83E7E"/>
    <w:rsid w:val="00E36FDD"/>
    <w:rsid w:val="00E51B4F"/>
    <w:rsid w:val="00E85BDF"/>
    <w:rsid w:val="00F93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22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2</Pages>
  <Words>80</Words>
  <Characters>456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stukameronms8252002</dc:creator>
  <cp:keywords/>
  <dc:description/>
  <cp:lastModifiedBy> </cp:lastModifiedBy>
  <cp:revision>6</cp:revision>
  <cp:lastPrinted>2010-09-10T13:42:00Z</cp:lastPrinted>
  <dcterms:created xsi:type="dcterms:W3CDTF">2010-08-30T18:07:00Z</dcterms:created>
  <dcterms:modified xsi:type="dcterms:W3CDTF">2010-09-10T13:42:00Z</dcterms:modified>
</cp:coreProperties>
</file>